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90B" w:rsidRDefault="0020190B" w:rsidP="00D912EB">
      <w:pPr>
        <w:jc w:val="center"/>
      </w:pPr>
      <w:r>
        <w:t>ANEXO VI</w:t>
      </w:r>
    </w:p>
    <w:p w:rsidR="0020190B" w:rsidRDefault="0020190B" w:rsidP="00D912EB">
      <w:pPr>
        <w:jc w:val="center"/>
      </w:pPr>
      <w:r>
        <w:t>GUIONES DIDÁCTICOS</w:t>
      </w:r>
    </w:p>
    <w:p w:rsidR="0020190B" w:rsidRDefault="0020190B" w:rsidP="00D912EB">
      <w:pPr>
        <w:jc w:val="center"/>
      </w:pPr>
      <w:r>
        <w:t>DATOS IDENTIFICACIÓN</w:t>
      </w:r>
    </w:p>
    <w:p w:rsidR="0020190B" w:rsidRDefault="0020190B" w:rsidP="00A32ABA">
      <w:r>
        <w:t>CÓDIGO CENTRO: 18006212</w:t>
      </w:r>
    </w:p>
    <w:p w:rsidR="0020190B" w:rsidRDefault="0020190B" w:rsidP="00A32ABA">
      <w:r>
        <w:t>NOMBRE CENTRO: Colegio Sagrado Corazón</w:t>
      </w:r>
    </w:p>
    <w:p w:rsidR="0020190B" w:rsidRDefault="0020190B" w:rsidP="00A32ABA">
      <w:pPr>
        <w:tabs>
          <w:tab w:val="left" w:pos="5670"/>
        </w:tabs>
      </w:pPr>
      <w:r>
        <w:t>LOCALIDAD: Maracena</w:t>
      </w:r>
      <w:r>
        <w:tab/>
        <w:t>ZONA-SUBZONA: 2-6</w:t>
      </w:r>
    </w:p>
    <w:p w:rsidR="0020190B" w:rsidRDefault="0020190B" w:rsidP="00A32ABA">
      <w:r>
        <w:t>GUIÓN DIDÁCTICO PARA EL CURSO:  Primer Ciclo de Edc. Primaria</w:t>
      </w:r>
    </w:p>
    <w:p w:rsidR="0020190B" w:rsidRDefault="0020190B" w:rsidP="00A32ABA">
      <w:pPr>
        <w:pStyle w:val="ListParagraph"/>
        <w:numPr>
          <w:ilvl w:val="0"/>
          <w:numId w:val="1"/>
        </w:numPr>
      </w:pPr>
      <w:r>
        <w:t>Título.</w:t>
      </w:r>
    </w:p>
    <w:p w:rsidR="0020190B" w:rsidRDefault="0020190B" w:rsidP="00A32ABA">
      <w:pPr>
        <w:pStyle w:val="ListParagraph"/>
      </w:pPr>
    </w:p>
    <w:p w:rsidR="0020190B" w:rsidRDefault="0020190B" w:rsidP="00A32ABA">
      <w:pPr>
        <w:pStyle w:val="ListParagraph"/>
        <w:numPr>
          <w:ilvl w:val="0"/>
          <w:numId w:val="1"/>
        </w:numPr>
      </w:pPr>
      <w:r>
        <w:t>Tema.</w:t>
      </w:r>
    </w:p>
    <w:p w:rsidR="0020190B" w:rsidRDefault="0020190B" w:rsidP="00A32ABA">
      <w:pPr>
        <w:pStyle w:val="ListParagraph"/>
      </w:pPr>
    </w:p>
    <w:p w:rsidR="0020190B" w:rsidRDefault="0020190B" w:rsidP="00A32ABA">
      <w:pPr>
        <w:pStyle w:val="ListParagraph"/>
        <w:numPr>
          <w:ilvl w:val="0"/>
          <w:numId w:val="1"/>
        </w:numPr>
      </w:pPr>
      <w:r>
        <w:t>Intención didáctica.</w:t>
      </w:r>
    </w:p>
    <w:p w:rsidR="0020190B" w:rsidRDefault="0020190B" w:rsidP="00A32ABA">
      <w:pPr>
        <w:pStyle w:val="ListParagraph"/>
      </w:pPr>
    </w:p>
    <w:p w:rsidR="0020190B" w:rsidRDefault="0020190B" w:rsidP="00A32ABA">
      <w:pPr>
        <w:pStyle w:val="ListParagraph"/>
        <w:numPr>
          <w:ilvl w:val="0"/>
          <w:numId w:val="1"/>
        </w:numPr>
      </w:pPr>
      <w:r>
        <w:t>Cuestionario.</w:t>
      </w:r>
    </w:p>
    <w:p w:rsidR="0020190B" w:rsidRDefault="0020190B" w:rsidP="00A32ABA">
      <w:pPr>
        <w:pStyle w:val="ListParagraph"/>
      </w:pPr>
    </w:p>
    <w:p w:rsidR="0020190B" w:rsidRDefault="0020190B" w:rsidP="00A32ABA">
      <w:pPr>
        <w:pStyle w:val="ListParagraph"/>
        <w:numPr>
          <w:ilvl w:val="0"/>
          <w:numId w:val="1"/>
        </w:numPr>
      </w:pPr>
      <w:r>
        <w:t>Estrategias de fluidez.</w:t>
      </w:r>
    </w:p>
    <w:p w:rsidR="0020190B" w:rsidRDefault="0020190B" w:rsidP="00A32ABA">
      <w:pPr>
        <w:pStyle w:val="ListParagraph"/>
      </w:pPr>
    </w:p>
    <w:p w:rsidR="0020190B" w:rsidRDefault="0020190B" w:rsidP="00A32ABA">
      <w:pPr>
        <w:pStyle w:val="ListParagraph"/>
        <w:numPr>
          <w:ilvl w:val="0"/>
          <w:numId w:val="1"/>
        </w:numPr>
      </w:pPr>
      <w:r>
        <w:t>Estrategias de comprensión.</w:t>
      </w:r>
    </w:p>
    <w:p w:rsidR="0020190B" w:rsidRDefault="0020190B" w:rsidP="00A32ABA">
      <w:pPr>
        <w:pStyle w:val="ListParagraph"/>
      </w:pPr>
    </w:p>
    <w:p w:rsidR="0020190B" w:rsidRDefault="0020190B" w:rsidP="00A32ABA">
      <w:pPr>
        <w:pStyle w:val="ListParagraph"/>
        <w:numPr>
          <w:ilvl w:val="0"/>
          <w:numId w:val="1"/>
        </w:numPr>
      </w:pPr>
      <w:r>
        <w:t>Secuencia didáctica.</w:t>
      </w:r>
    </w:p>
    <w:p w:rsidR="0020190B" w:rsidRDefault="0020190B" w:rsidP="003771BC">
      <w:pPr>
        <w:pStyle w:val="ListParagraph"/>
        <w:ind w:left="0"/>
      </w:pPr>
    </w:p>
    <w:p w:rsidR="0020190B" w:rsidRDefault="0020190B" w:rsidP="003771BC">
      <w:pPr>
        <w:pStyle w:val="ListParagraph"/>
        <w:ind w:left="360"/>
      </w:pPr>
    </w:p>
    <w:sectPr w:rsidR="0020190B" w:rsidSect="00C63A77">
      <w:headerReference w:type="default" r:id="rId7"/>
      <w:footerReference w:type="default" r:id="rId8"/>
      <w:pgSz w:w="11906" w:h="16838"/>
      <w:pgMar w:top="1417" w:right="127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90B" w:rsidRDefault="0020190B" w:rsidP="00D912EB">
      <w:pPr>
        <w:spacing w:after="0" w:line="240" w:lineRule="auto"/>
      </w:pPr>
      <w:r>
        <w:separator/>
      </w:r>
    </w:p>
  </w:endnote>
  <w:endnote w:type="continuationSeparator" w:id="0">
    <w:p w:rsidR="0020190B" w:rsidRDefault="0020190B" w:rsidP="00D91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90B" w:rsidRPr="00D912EB" w:rsidRDefault="0020190B" w:rsidP="0068578A">
    <w:pPr>
      <w:pStyle w:val="Footer"/>
      <w:pBdr>
        <w:top w:val="thinThickSmallGap" w:sz="24" w:space="1" w:color="622423"/>
      </w:pBdr>
      <w:tabs>
        <w:tab w:val="clear" w:pos="4252"/>
        <w:tab w:val="clear" w:pos="8504"/>
        <w:tab w:val="right" w:pos="8931"/>
      </w:tabs>
      <w:rPr>
        <w:rFonts w:ascii="Cambria" w:hAnsi="Cambria" w:cs="Cambria"/>
        <w:sz w:val="18"/>
        <w:szCs w:val="18"/>
      </w:rPr>
    </w:pPr>
    <w:r w:rsidRPr="00D912EB">
      <w:rPr>
        <w:rFonts w:ascii="Cambria" w:hAnsi="Cambria" w:cs="Cambria"/>
        <w:sz w:val="18"/>
        <w:szCs w:val="18"/>
      </w:rPr>
      <w:t>ACTUACIÓN</w:t>
    </w:r>
    <w:r>
      <w:rPr>
        <w:rFonts w:ascii="Cambria" w:hAnsi="Cambria" w:cs="Cambria"/>
        <w:sz w:val="18"/>
        <w:szCs w:val="18"/>
      </w:rPr>
      <w:t xml:space="preserve"> ESPECÍFICA MEJORA DE LA COMPRE</w:t>
    </w:r>
    <w:r w:rsidRPr="00D912EB">
      <w:rPr>
        <w:rFonts w:ascii="Cambria" w:hAnsi="Cambria" w:cs="Cambria"/>
        <w:sz w:val="18"/>
        <w:szCs w:val="18"/>
      </w:rPr>
      <w:t>NSIÓN Y FLUIDEZ LECTORA</w:t>
    </w:r>
    <w:r>
      <w:rPr>
        <w:rFonts w:ascii="Cambria" w:hAnsi="Cambria" w:cs="Cambria"/>
        <w:sz w:val="18"/>
        <w:szCs w:val="18"/>
      </w:rPr>
      <w:t>S</w:t>
    </w:r>
    <w:r w:rsidRPr="00D912EB">
      <w:rPr>
        <w:rFonts w:ascii="Cambria" w:hAnsi="Cambria" w:cs="Cambria"/>
        <w:sz w:val="18"/>
        <w:szCs w:val="18"/>
      </w:rPr>
      <w:tab/>
      <w:t xml:space="preserve">Página </w:t>
    </w:r>
    <w:r w:rsidRPr="00D912EB">
      <w:rPr>
        <w:sz w:val="18"/>
        <w:szCs w:val="18"/>
      </w:rPr>
      <w:fldChar w:fldCharType="begin"/>
    </w:r>
    <w:r w:rsidRPr="00D912EB">
      <w:rPr>
        <w:sz w:val="18"/>
        <w:szCs w:val="18"/>
      </w:rPr>
      <w:instrText xml:space="preserve"> PAGE   \* MERGEFORMAT </w:instrText>
    </w:r>
    <w:r w:rsidRPr="00D912EB">
      <w:rPr>
        <w:sz w:val="18"/>
        <w:szCs w:val="18"/>
      </w:rPr>
      <w:fldChar w:fldCharType="separate"/>
    </w:r>
    <w:r w:rsidRPr="003771BC">
      <w:rPr>
        <w:rFonts w:ascii="Cambria" w:hAnsi="Cambria" w:cs="Cambria"/>
        <w:noProof/>
        <w:sz w:val="18"/>
        <w:szCs w:val="18"/>
      </w:rPr>
      <w:t>1</w:t>
    </w:r>
    <w:r w:rsidRPr="00D912EB">
      <w:rPr>
        <w:sz w:val="18"/>
        <w:szCs w:val="18"/>
      </w:rPr>
      <w:fldChar w:fldCharType="end"/>
    </w:r>
  </w:p>
  <w:p w:rsidR="0020190B" w:rsidRDefault="002019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90B" w:rsidRDefault="0020190B" w:rsidP="00D912EB">
      <w:pPr>
        <w:spacing w:after="0" w:line="240" w:lineRule="auto"/>
      </w:pPr>
      <w:r>
        <w:separator/>
      </w:r>
    </w:p>
  </w:footnote>
  <w:footnote w:type="continuationSeparator" w:id="0">
    <w:p w:rsidR="0020190B" w:rsidRDefault="0020190B" w:rsidP="00D91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90B" w:rsidRDefault="0020190B" w:rsidP="00154B79">
    <w:pPr>
      <w:pStyle w:val="Header"/>
      <w:pBdr>
        <w:bottom w:val="thickThinSmallGap" w:sz="24" w:space="1" w:color="622423"/>
      </w:pBdr>
      <w:tabs>
        <w:tab w:val="clear" w:pos="8504"/>
        <w:tab w:val="right" w:pos="8931"/>
      </w:tabs>
      <w:rPr>
        <w:rFonts w:ascii="Cambria" w:hAnsi="Cambria" w:cs="Cambria"/>
        <w:sz w:val="20"/>
        <w:szCs w:val="20"/>
      </w:rPr>
    </w:pPr>
    <w:r>
      <w:rPr>
        <w:rFonts w:ascii="Cambria" w:hAnsi="Cambria" w:cs="Cambria"/>
        <w:sz w:val="18"/>
        <w:szCs w:val="18"/>
      </w:rPr>
      <w:t>DELEGACIÓN PROVINCIAL DE EDUCACIÓN DE GRANADA                                                              SERVICIO DE INSPECCIÓN</w:t>
    </w:r>
  </w:p>
  <w:p w:rsidR="0020190B" w:rsidRDefault="0020190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86AFC"/>
    <w:multiLevelType w:val="hybridMultilevel"/>
    <w:tmpl w:val="4DF4076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12EB"/>
    <w:rsid w:val="00073C85"/>
    <w:rsid w:val="001129FC"/>
    <w:rsid w:val="00124B6E"/>
    <w:rsid w:val="00154B79"/>
    <w:rsid w:val="00157598"/>
    <w:rsid w:val="00180402"/>
    <w:rsid w:val="0020190B"/>
    <w:rsid w:val="003662AE"/>
    <w:rsid w:val="003771BC"/>
    <w:rsid w:val="0049758D"/>
    <w:rsid w:val="005848B9"/>
    <w:rsid w:val="00657B6D"/>
    <w:rsid w:val="0068578A"/>
    <w:rsid w:val="009232B1"/>
    <w:rsid w:val="00A32ABA"/>
    <w:rsid w:val="00AA44FA"/>
    <w:rsid w:val="00AD4EE5"/>
    <w:rsid w:val="00B33DC3"/>
    <w:rsid w:val="00B53991"/>
    <w:rsid w:val="00B94F09"/>
    <w:rsid w:val="00C63A77"/>
    <w:rsid w:val="00D278DE"/>
    <w:rsid w:val="00D912EB"/>
    <w:rsid w:val="00DC595F"/>
    <w:rsid w:val="00DE7160"/>
    <w:rsid w:val="00E81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DC3"/>
    <w:pPr>
      <w:spacing w:after="200" w:line="276" w:lineRule="auto"/>
    </w:pPr>
    <w:rPr>
      <w:rFonts w:cs="Calibri"/>
      <w:lang w:val="es-E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912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912EB"/>
  </w:style>
  <w:style w:type="paragraph" w:styleId="Footer">
    <w:name w:val="footer"/>
    <w:basedOn w:val="Normal"/>
    <w:link w:val="FooterChar"/>
    <w:uiPriority w:val="99"/>
    <w:rsid w:val="00D912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912EB"/>
  </w:style>
  <w:style w:type="paragraph" w:styleId="BalloonText">
    <w:name w:val="Balloon Text"/>
    <w:basedOn w:val="Normal"/>
    <w:link w:val="BalloonTextChar"/>
    <w:uiPriority w:val="99"/>
    <w:semiHidden/>
    <w:rsid w:val="00D91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912E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D912E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32AB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552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52</Words>
  <Characters>290</Characters>
  <Application>Microsoft Office Outlook</Application>
  <DocSecurity>0</DocSecurity>
  <Lines>0</Lines>
  <Paragraphs>0</Paragraphs>
  <ScaleCrop>false</ScaleCrop>
  <Company>Windows uEa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DELEGACIÓN PROVINCIAL DE EDUCACIÓN DE GRANADA                                                              SERVICIO DE INSPECCIÓN</dc:title>
  <dc:subject/>
  <dc:creator>Mónica</dc:creator>
  <cp:keywords/>
  <dc:description/>
  <cp:lastModifiedBy>WinuE</cp:lastModifiedBy>
  <cp:revision>5</cp:revision>
  <dcterms:created xsi:type="dcterms:W3CDTF">2011-03-02T18:24:00Z</dcterms:created>
  <dcterms:modified xsi:type="dcterms:W3CDTF">2011-03-22T08:23:00Z</dcterms:modified>
</cp:coreProperties>
</file>