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A5" w:rsidRDefault="00CC3FBF" w:rsidP="005645E1">
      <w:pPr>
        <w:spacing w:line="360" w:lineRule="auto"/>
      </w:pPr>
      <w:r>
        <w:t xml:space="preserve">PRIMER CICLO - </w:t>
      </w:r>
      <w:r w:rsidR="00A13BAF">
        <w:t>2</w:t>
      </w:r>
      <w:r w:rsidR="00330615">
        <w:t>º TRIMESTRE</w:t>
      </w:r>
    </w:p>
    <w:p w:rsidR="00330615" w:rsidRDefault="00330615" w:rsidP="005645E1">
      <w:pPr>
        <w:spacing w:line="360" w:lineRule="auto"/>
      </w:pPr>
    </w:p>
    <w:p w:rsidR="00330615" w:rsidRDefault="00330615" w:rsidP="005645E1">
      <w:pPr>
        <w:spacing w:line="360" w:lineRule="auto"/>
      </w:pPr>
    </w:p>
    <w:p w:rsidR="00330615" w:rsidRDefault="00330615" w:rsidP="005645E1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330615">
        <w:rPr>
          <w:b/>
        </w:rPr>
        <w:t xml:space="preserve">                                              </w:t>
      </w:r>
      <w:r w:rsidR="00FF602F" w:rsidRPr="00FF602F">
        <w:rPr>
          <w:rFonts w:ascii="Arial" w:hAnsi="Arial" w:cs="Arial"/>
          <w:b/>
          <w:sz w:val="28"/>
          <w:szCs w:val="28"/>
          <w:u w:val="single"/>
        </w:rPr>
        <w:t>LA PORTERÍA</w:t>
      </w:r>
    </w:p>
    <w:p w:rsidR="00FF602F" w:rsidRDefault="00FF602F" w:rsidP="005645E1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FF602F" w:rsidRDefault="00FF602F" w:rsidP="005645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Juanito, mi compañero, es un niño nervioso y desobediente. Cosa que quiere, cosa que hace. Durante el recreo se balanceó colgado del larguero de la portería; y eso que todos le avisamos de lo peligroso que podía llegar a ser, pero él nada de nada, como si le habláramos a una pared. Tuvo la mala fortuna de recibir un balonazo y caer de espaldas, dándose un duro golpe. Por suerte la cosa quedó en un enorme susto y el Jefe de Estudios, lo castigó.</w:t>
      </w:r>
    </w:p>
    <w:p w:rsidR="00FF602F" w:rsidRPr="00FF602F" w:rsidRDefault="00FF602F" w:rsidP="005645E1">
      <w:pPr>
        <w:spacing w:line="360" w:lineRule="auto"/>
        <w:rPr>
          <w:rFonts w:asciiTheme="majorHAnsi" w:hAnsiTheme="majorHAnsi" w:cstheme="majorHAnsi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30615" w:rsidRDefault="00FF602F" w:rsidP="005645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Pr="00FF602F">
        <w:rPr>
          <w:rFonts w:ascii="Arial" w:hAnsi="Arial" w:cs="Arial"/>
          <w:sz w:val="28"/>
          <w:szCs w:val="28"/>
        </w:rPr>
        <w:t>Ahora Juanito tiene que pasear, durante cinco días, junto a su maestro, vigilando que ningún niño o niña haga nada peligroso. Todos los demás</w:t>
      </w:r>
      <w:r>
        <w:rPr>
          <w:rFonts w:ascii="Arial" w:hAnsi="Arial" w:cs="Arial"/>
          <w:sz w:val="28"/>
          <w:szCs w:val="28"/>
        </w:rPr>
        <w:t xml:space="preserve"> hemos pensado que le está muy bien empleado, debemos tener mucho cuidado y no hacer cosas que impliquen peligro.</w:t>
      </w:r>
    </w:p>
    <w:p w:rsidR="00FF602F" w:rsidRDefault="00FF602F" w:rsidP="005645E1">
      <w:pPr>
        <w:spacing w:line="360" w:lineRule="auto"/>
        <w:rPr>
          <w:rFonts w:ascii="Arial" w:hAnsi="Arial" w:cs="Arial"/>
          <w:sz w:val="28"/>
          <w:szCs w:val="28"/>
        </w:rPr>
      </w:pPr>
    </w:p>
    <w:p w:rsidR="00330615" w:rsidRDefault="00FF602F" w:rsidP="005645E1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8"/>
        </w:rPr>
        <w:t xml:space="preserve">      No merece la pena arriesgar el pellejo haciéndonos los valientes y, de eso, Juanito ha tomado buena nota.</w:t>
      </w:r>
    </w:p>
    <w:p w:rsidR="00330615" w:rsidRDefault="00330615" w:rsidP="005645E1">
      <w:pPr>
        <w:spacing w:line="360" w:lineRule="auto"/>
        <w:rPr>
          <w:rFonts w:ascii="Arial" w:hAnsi="Arial" w:cs="Arial"/>
          <w:sz w:val="28"/>
        </w:rPr>
      </w:pPr>
    </w:p>
    <w:p w:rsidR="00330615" w:rsidRDefault="00330615" w:rsidP="005645E1">
      <w:pPr>
        <w:spacing w:line="360" w:lineRule="auto"/>
      </w:pPr>
      <w:r>
        <w:t xml:space="preserve">                           </w:t>
      </w:r>
      <w:r w:rsidR="00D74549">
        <w:t>“Mis lecturas favoritas” del grupo editorial universitario</w:t>
      </w:r>
    </w:p>
    <w:p w:rsidR="00330615" w:rsidRDefault="00D74549" w:rsidP="005645E1">
      <w:pPr>
        <w:spacing w:line="360" w:lineRule="auto"/>
        <w:rPr>
          <w:rFonts w:ascii="Arial" w:hAnsi="Arial" w:cs="Arial"/>
          <w:sz w:val="28"/>
        </w:rPr>
      </w:pPr>
      <w:r>
        <w:t xml:space="preserve">                                     </w:t>
      </w:r>
    </w:p>
    <w:p w:rsidR="00330615" w:rsidRDefault="00330615" w:rsidP="005645E1">
      <w:pPr>
        <w:spacing w:line="360" w:lineRule="auto"/>
        <w:rPr>
          <w:rFonts w:ascii="Arial" w:hAnsi="Arial" w:cs="Arial"/>
          <w:sz w:val="28"/>
        </w:rPr>
      </w:pPr>
    </w:p>
    <w:p w:rsidR="00544B19" w:rsidRDefault="00544B19" w:rsidP="005645E1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5645E1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5645E1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5645E1">
      <w:pPr>
        <w:spacing w:line="360" w:lineRule="auto"/>
        <w:rPr>
          <w:rFonts w:ascii="Arial" w:hAnsi="Arial" w:cs="Arial"/>
          <w:sz w:val="28"/>
        </w:rPr>
      </w:pPr>
    </w:p>
    <w:p w:rsidR="005645E1" w:rsidRDefault="005645E1" w:rsidP="005645E1">
      <w:pPr>
        <w:spacing w:line="360" w:lineRule="auto"/>
        <w:rPr>
          <w:rFonts w:ascii="Arial" w:hAnsi="Arial" w:cs="Arial"/>
          <w:b/>
          <w:sz w:val="28"/>
          <w:u w:val="single"/>
        </w:rPr>
      </w:pPr>
    </w:p>
    <w:p w:rsidR="003E0634" w:rsidRDefault="003E0634" w:rsidP="005645E1">
      <w:pPr>
        <w:spacing w:line="360" w:lineRule="auto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lastRenderedPageBreak/>
        <w:t>GUION DIDACTICO</w:t>
      </w:r>
    </w:p>
    <w:p w:rsidR="00CE485F" w:rsidRDefault="00CE485F" w:rsidP="005645E1">
      <w:pPr>
        <w:spacing w:line="360" w:lineRule="auto"/>
        <w:rPr>
          <w:rFonts w:ascii="Arial" w:hAnsi="Arial" w:cs="Arial"/>
          <w:b/>
          <w:sz w:val="28"/>
          <w:u w:val="single"/>
        </w:rPr>
      </w:pPr>
    </w:p>
    <w:p w:rsidR="00CE485F" w:rsidRP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INTENCIÓN: </w:t>
      </w:r>
      <w:r>
        <w:rPr>
          <w:rFonts w:ascii="Arial" w:hAnsi="Arial" w:cs="Arial"/>
          <w:sz w:val="28"/>
          <w:szCs w:val="28"/>
        </w:rPr>
        <w:t xml:space="preserve">Reflexión sobre la necesidad de cumplir las normas y las  consecuencias de nuestros actos. 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OBJETIVOS: </w:t>
      </w:r>
      <w:r>
        <w:rPr>
          <w:rFonts w:ascii="Arial" w:hAnsi="Arial" w:cs="Arial"/>
          <w:sz w:val="28"/>
          <w:szCs w:val="28"/>
        </w:rPr>
        <w:t xml:space="preserve">Mejorar la fluidez lectora y ser capaz de contestar preguntas valorativas e </w:t>
      </w:r>
      <w:proofErr w:type="spellStart"/>
      <w:r>
        <w:rPr>
          <w:rFonts w:ascii="Arial" w:hAnsi="Arial" w:cs="Arial"/>
          <w:sz w:val="28"/>
          <w:szCs w:val="28"/>
        </w:rPr>
        <w:t>inferenciales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CE485F" w:rsidRP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ESTRATEGIAS: </w:t>
      </w:r>
      <w:r>
        <w:rPr>
          <w:rFonts w:ascii="Arial" w:hAnsi="Arial" w:cs="Arial"/>
          <w:sz w:val="28"/>
          <w:szCs w:val="28"/>
        </w:rPr>
        <w:t>Previsión, fluidez lectora, vocabulario, visualizar, inferir, valorar.</w:t>
      </w:r>
    </w:p>
    <w:p w:rsidR="00CE485F" w:rsidRPr="00CE485F" w:rsidRDefault="00CE485F" w:rsidP="00CE485F">
      <w:pP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CUESTIONARIO: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1º.- Comprensión literal: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¿Cómo se titula la lectura?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¿Quién es el protagonista de la lectura?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hizo durante el recreo?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hizo el Jefe de Estudios?</w:t>
      </w:r>
    </w:p>
    <w:p w:rsidR="00CE485F" w:rsidRDefault="00CE485F" w:rsidP="00CE485F">
      <w:pPr>
        <w:spacing w:after="20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Escribe V si es verdadero o F si es falso.</w:t>
      </w:r>
    </w:p>
    <w:p w:rsidR="00CE485F" w:rsidRDefault="00CE485F" w:rsidP="00CE485F">
      <w:pPr>
        <w:pStyle w:val="Prrafodelista"/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Juanito se rompió un brazo ____</w:t>
      </w:r>
    </w:p>
    <w:p w:rsidR="00CE485F" w:rsidRDefault="00CE485F" w:rsidP="00CE485F">
      <w:pPr>
        <w:pStyle w:val="Prrafodelista"/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Juanito no recibió ningún castigo ____</w:t>
      </w:r>
    </w:p>
    <w:p w:rsidR="00CE485F" w:rsidRDefault="00CE485F" w:rsidP="00CE485F">
      <w:pPr>
        <w:pStyle w:val="Prrafodelista"/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Juanito es muy tranquilo y obediente ____</w:t>
      </w:r>
    </w:p>
    <w:p w:rsidR="00CE485F" w:rsidRDefault="00CE485F" w:rsidP="00CE485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castigo le impusieron a Juanito?</w:t>
      </w:r>
    </w:p>
    <w:p w:rsidR="00CE485F" w:rsidRPr="00CE485F" w:rsidRDefault="00CE485F" w:rsidP="00CE485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piensan los demás sobre el castigo?</w:t>
      </w:r>
    </w:p>
    <w:p w:rsidR="00CE485F" w:rsidRDefault="00CE485F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5A6C92" w:rsidRDefault="005A6C92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5A6C92" w:rsidRDefault="005A6C92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5A6C92" w:rsidRDefault="005A6C92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CE485F" w:rsidRDefault="00CE485F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2º.-  Comprensión </w:t>
      </w:r>
      <w:proofErr w:type="spellStart"/>
      <w:r>
        <w:rPr>
          <w:rFonts w:ascii="Arial" w:hAnsi="Arial" w:cs="Arial"/>
          <w:b/>
          <w:sz w:val="28"/>
          <w:szCs w:val="28"/>
        </w:rPr>
        <w:t>inferencial</w:t>
      </w:r>
      <w:proofErr w:type="spellEnd"/>
      <w:r>
        <w:rPr>
          <w:rFonts w:ascii="Arial" w:hAnsi="Arial" w:cs="Arial"/>
          <w:b/>
          <w:sz w:val="28"/>
          <w:szCs w:val="28"/>
        </w:rPr>
        <w:t>.</w:t>
      </w:r>
    </w:p>
    <w:p w:rsidR="004523BF" w:rsidRDefault="004523BF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4523BF" w:rsidRDefault="004523BF" w:rsidP="00CE485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¿Era </w:t>
      </w:r>
      <w:r w:rsidR="00613EB0">
        <w:rPr>
          <w:rFonts w:ascii="Arial" w:hAnsi="Arial" w:cs="Arial"/>
          <w:sz w:val="28"/>
          <w:szCs w:val="28"/>
        </w:rPr>
        <w:t xml:space="preserve">el protagonista </w:t>
      </w:r>
      <w:r>
        <w:rPr>
          <w:rFonts w:ascii="Arial" w:hAnsi="Arial" w:cs="Arial"/>
          <w:sz w:val="28"/>
          <w:szCs w:val="28"/>
        </w:rPr>
        <w:t xml:space="preserve"> un niño que respetaba las normas?</w:t>
      </w:r>
    </w:p>
    <w:p w:rsidR="004523BF" w:rsidRDefault="004523BF" w:rsidP="00CE485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¿Los demás compañeros estaban de acuerdo con </w:t>
      </w:r>
      <w:r w:rsidR="00613EB0">
        <w:rPr>
          <w:rFonts w:ascii="Arial" w:hAnsi="Arial" w:cs="Arial"/>
          <w:sz w:val="28"/>
          <w:szCs w:val="28"/>
        </w:rPr>
        <w:t>su</w:t>
      </w:r>
      <w:r>
        <w:rPr>
          <w:rFonts w:ascii="Arial" w:hAnsi="Arial" w:cs="Arial"/>
          <w:sz w:val="28"/>
          <w:szCs w:val="28"/>
        </w:rPr>
        <w:t xml:space="preserve"> comportamiento?</w:t>
      </w:r>
    </w:p>
    <w:p w:rsidR="004523BF" w:rsidRDefault="004523BF" w:rsidP="00CE485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FF3510">
        <w:rPr>
          <w:rFonts w:ascii="Arial" w:hAnsi="Arial" w:cs="Arial"/>
          <w:sz w:val="28"/>
          <w:szCs w:val="28"/>
        </w:rPr>
        <w:t>¿Consideras que Juanito tuvo suerte?</w:t>
      </w:r>
    </w:p>
    <w:p w:rsidR="00FF3510" w:rsidRDefault="00FF3510" w:rsidP="00CE485F">
      <w:pPr>
        <w:spacing w:line="360" w:lineRule="auto"/>
        <w:rPr>
          <w:rFonts w:ascii="Arial" w:hAnsi="Arial" w:cs="Arial"/>
          <w:sz w:val="28"/>
          <w:szCs w:val="28"/>
        </w:rPr>
      </w:pPr>
    </w:p>
    <w:p w:rsidR="00CE485F" w:rsidRDefault="00FF3510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3º.-</w:t>
      </w:r>
      <w:r w:rsidR="00CE485F">
        <w:rPr>
          <w:rFonts w:ascii="Arial" w:hAnsi="Arial" w:cs="Arial"/>
          <w:b/>
          <w:sz w:val="28"/>
          <w:szCs w:val="28"/>
        </w:rPr>
        <w:t xml:space="preserve"> Comprensión valorativa</w:t>
      </w:r>
    </w:p>
    <w:p w:rsidR="00CE485F" w:rsidRDefault="00CE485F" w:rsidP="00CE485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CE485F" w:rsidRDefault="00CE485F" w:rsidP="00FF3510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5C3152">
        <w:rPr>
          <w:rFonts w:ascii="Arial" w:hAnsi="Arial" w:cs="Arial"/>
          <w:sz w:val="28"/>
          <w:szCs w:val="28"/>
        </w:rPr>
        <w:t>¿</w:t>
      </w:r>
      <w:r w:rsidR="00FF3510">
        <w:rPr>
          <w:rFonts w:ascii="Arial" w:hAnsi="Arial" w:cs="Arial"/>
          <w:sz w:val="28"/>
          <w:szCs w:val="28"/>
        </w:rPr>
        <w:t>Crees que Juan se merecía el castigo</w:t>
      </w:r>
      <w:r w:rsidR="005C3152">
        <w:rPr>
          <w:rFonts w:ascii="Arial" w:hAnsi="Arial" w:cs="Arial"/>
          <w:sz w:val="28"/>
          <w:szCs w:val="28"/>
        </w:rPr>
        <w:t>?</w:t>
      </w:r>
      <w:r w:rsidR="00FF3510">
        <w:rPr>
          <w:rFonts w:ascii="Arial" w:hAnsi="Arial" w:cs="Arial"/>
          <w:sz w:val="28"/>
          <w:szCs w:val="28"/>
        </w:rPr>
        <w:t xml:space="preserve"> Explícalo.</w:t>
      </w:r>
    </w:p>
    <w:p w:rsidR="00FF3510" w:rsidRDefault="00FF3510" w:rsidP="00FF3510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¿Te parece justo lo que hizo el Jefe de Estudios?</w:t>
      </w:r>
    </w:p>
    <w:p w:rsidR="00FF3510" w:rsidRDefault="00FF3510" w:rsidP="00FF3510">
      <w:pPr>
        <w:spacing w:line="360" w:lineRule="auto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5C3152">
        <w:rPr>
          <w:rFonts w:ascii="Arial" w:hAnsi="Arial" w:cs="Arial"/>
          <w:sz w:val="28"/>
          <w:szCs w:val="28"/>
        </w:rPr>
        <w:t>¿Habrá aprendido la lección? Razona tu respuesta.</w:t>
      </w:r>
    </w:p>
    <w:p w:rsidR="003E0634" w:rsidRDefault="003E0634" w:rsidP="005645E1">
      <w:pPr>
        <w:spacing w:line="360" w:lineRule="auto"/>
        <w:rPr>
          <w:rFonts w:ascii="Arial" w:hAnsi="Arial" w:cs="Arial"/>
          <w:sz w:val="28"/>
        </w:rPr>
      </w:pPr>
    </w:p>
    <w:p w:rsidR="00D74549" w:rsidRDefault="003E0634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1ª sesión</w:t>
      </w:r>
    </w:p>
    <w:p w:rsidR="00D74549" w:rsidRDefault="00D74549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PREVISIÓN</w:t>
      </w:r>
    </w:p>
    <w:p w:rsidR="00D74549" w:rsidRDefault="00D74549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1º.- Leer el título y decir sobre qué tratará la lectura.</w:t>
      </w:r>
    </w:p>
    <w:p w:rsidR="00544B19" w:rsidRDefault="00D74549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2º.- </w:t>
      </w:r>
      <w:r w:rsidR="00544B19">
        <w:rPr>
          <w:rFonts w:ascii="Arial" w:hAnsi="Arial" w:cs="Arial"/>
          <w:sz w:val="28"/>
        </w:rPr>
        <w:t>¿Tú has hecho alguna vez lo mismo que Juanito?</w:t>
      </w:r>
    </w:p>
    <w:p w:rsidR="00544B19" w:rsidRDefault="0051464F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3º.-</w:t>
      </w:r>
      <w:r w:rsidR="00544B19">
        <w:rPr>
          <w:rFonts w:ascii="Arial" w:hAnsi="Arial" w:cs="Arial"/>
          <w:sz w:val="28"/>
        </w:rPr>
        <w:t xml:space="preserve"> ¿A qué juegas tú durante el recreo?</w:t>
      </w:r>
      <w:r>
        <w:rPr>
          <w:rFonts w:ascii="Arial" w:hAnsi="Arial" w:cs="Arial"/>
          <w:sz w:val="28"/>
        </w:rPr>
        <w:t xml:space="preserve"> </w:t>
      </w:r>
    </w:p>
    <w:p w:rsidR="003E0634" w:rsidRDefault="0051464F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</w:rPr>
        <w:t>4º.- ¿</w:t>
      </w:r>
      <w:r w:rsidR="00544B19">
        <w:rPr>
          <w:rFonts w:ascii="Arial" w:hAnsi="Arial" w:cs="Arial"/>
          <w:sz w:val="28"/>
        </w:rPr>
        <w:t>Te parece interesante esta lectura? ¿Por qué?</w:t>
      </w:r>
    </w:p>
    <w:p w:rsidR="00544B19" w:rsidRDefault="00544B19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:rsidR="003E0634" w:rsidRDefault="003E0634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FLUIDEZ LECTORA</w:t>
      </w:r>
    </w:p>
    <w:p w:rsidR="00424D8B" w:rsidRDefault="00424D8B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:rsidR="003E0634" w:rsidRDefault="008C214C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424D8B" w:rsidRPr="00424D8B">
        <w:rPr>
          <w:rFonts w:ascii="Arial" w:hAnsi="Arial" w:cs="Arial"/>
          <w:sz w:val="28"/>
          <w:szCs w:val="28"/>
        </w:rPr>
        <w:t>Modelada por parte del maestro o maestra</w:t>
      </w:r>
    </w:p>
    <w:p w:rsidR="008C214C" w:rsidRPr="00424D8B" w:rsidRDefault="008C214C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51464F" w:rsidRPr="003E0634" w:rsidRDefault="00DA5D55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</w:rPr>
        <w:t xml:space="preserve">       </w:t>
      </w:r>
      <w:r w:rsidR="0051464F">
        <w:rPr>
          <w:rFonts w:ascii="Arial" w:hAnsi="Arial" w:cs="Arial"/>
          <w:sz w:val="28"/>
        </w:rPr>
        <w:t>Ahora vamos a escuchar la lectura, procurar estar muy atentos</w:t>
      </w:r>
      <w:r w:rsidR="008C214C">
        <w:rPr>
          <w:rFonts w:ascii="Arial" w:hAnsi="Arial" w:cs="Arial"/>
          <w:sz w:val="28"/>
        </w:rPr>
        <w:t xml:space="preserve"> para poder trabajar a continuación el vocabulario.</w:t>
      </w:r>
      <w:r w:rsidR="0051464F">
        <w:rPr>
          <w:rFonts w:ascii="Arial" w:hAnsi="Arial" w:cs="Arial"/>
          <w:sz w:val="28"/>
        </w:rPr>
        <w:t xml:space="preserve"> </w:t>
      </w:r>
    </w:p>
    <w:p w:rsidR="0051464F" w:rsidRDefault="00DA5D55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</w:t>
      </w:r>
    </w:p>
    <w:p w:rsidR="005C3152" w:rsidRDefault="005C3152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</w:p>
    <w:p w:rsidR="00324931" w:rsidRDefault="00324931" w:rsidP="00324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</w:p>
    <w:p w:rsidR="003E0634" w:rsidRDefault="003E0634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 w:rsidRPr="003E0634">
        <w:rPr>
          <w:rFonts w:ascii="Arial" w:hAnsi="Arial" w:cs="Arial"/>
          <w:sz w:val="28"/>
          <w:u w:val="single"/>
        </w:rPr>
        <w:lastRenderedPageBreak/>
        <w:t>VOCABULARIO</w:t>
      </w:r>
    </w:p>
    <w:p w:rsidR="003E0634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</w:t>
      </w:r>
      <w:r w:rsidR="00424D8B">
        <w:rPr>
          <w:rFonts w:ascii="Arial" w:hAnsi="Arial" w:cs="Arial"/>
          <w:sz w:val="28"/>
        </w:rPr>
        <w:t xml:space="preserve">Se comentan y explican las palabras </w:t>
      </w:r>
      <w:r w:rsidR="00544B19">
        <w:rPr>
          <w:rFonts w:ascii="Arial" w:hAnsi="Arial" w:cs="Arial"/>
          <w:sz w:val="28"/>
        </w:rPr>
        <w:t xml:space="preserve">o expresiones </w:t>
      </w:r>
      <w:r w:rsidR="00424D8B">
        <w:rPr>
          <w:rFonts w:ascii="Arial" w:hAnsi="Arial" w:cs="Arial"/>
          <w:sz w:val="28"/>
        </w:rPr>
        <w:t>que no comprenden (</w:t>
      </w:r>
      <w:r w:rsidR="00544B19">
        <w:rPr>
          <w:rFonts w:ascii="Arial" w:hAnsi="Arial" w:cs="Arial"/>
          <w:sz w:val="28"/>
        </w:rPr>
        <w:t>balanceó, nada de nada, larguero, estar bien empleado, mala fortuna, arriesgar el pellejo, tomar buena nota.</w:t>
      </w:r>
      <w:r w:rsidR="00424D8B">
        <w:rPr>
          <w:rFonts w:ascii="Arial" w:hAnsi="Arial" w:cs="Arial"/>
          <w:sz w:val="28"/>
        </w:rPr>
        <w:t>)</w:t>
      </w:r>
    </w:p>
    <w:p w:rsidR="00424D8B" w:rsidRDefault="0072334D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 w:rsidRPr="0072334D">
        <w:rPr>
          <w:rFonts w:ascii="Arial" w:hAnsi="Arial" w:cs="Arial"/>
          <w:sz w:val="28"/>
        </w:rPr>
        <w:pict>
          <v:rect id="_x0000_i1025" style="width:0;height:1.5pt" o:hralign="center" o:hrstd="t" o:hr="t" fillcolor="#a0a0a0" stroked="f"/>
        </w:pict>
      </w:r>
    </w:p>
    <w:p w:rsidR="00424D8B" w:rsidRDefault="00424D8B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</w:rPr>
      </w:pPr>
      <w:r w:rsidRPr="00424D8B">
        <w:rPr>
          <w:rFonts w:ascii="Arial" w:hAnsi="Arial" w:cs="Arial"/>
          <w:b/>
          <w:sz w:val="28"/>
        </w:rPr>
        <w:t xml:space="preserve">2ª </w:t>
      </w:r>
      <w:r>
        <w:rPr>
          <w:rFonts w:ascii="Arial" w:hAnsi="Arial" w:cs="Arial"/>
          <w:b/>
          <w:sz w:val="28"/>
        </w:rPr>
        <w:t>sesión</w:t>
      </w:r>
    </w:p>
    <w:p w:rsidR="008C214C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</w:rPr>
      </w:pPr>
    </w:p>
    <w:p w:rsidR="008C214C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FLUIDEZ LECTORA</w:t>
      </w:r>
    </w:p>
    <w:p w:rsidR="008C214C" w:rsidRPr="008C214C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Lectura individual en silencio y posteriormente en voz alta</w:t>
      </w:r>
      <w:r w:rsidR="007A3B34">
        <w:rPr>
          <w:rFonts w:ascii="Arial" w:hAnsi="Arial" w:cs="Arial"/>
          <w:sz w:val="28"/>
        </w:rPr>
        <w:t xml:space="preserve"> (cada alumno o alumna un párrafo)</w:t>
      </w:r>
      <w:r>
        <w:rPr>
          <w:rFonts w:ascii="Arial" w:hAnsi="Arial" w:cs="Arial"/>
          <w:sz w:val="28"/>
        </w:rPr>
        <w:t>.</w:t>
      </w:r>
    </w:p>
    <w:p w:rsidR="008C214C" w:rsidRPr="008C214C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</w:p>
    <w:p w:rsidR="005645E1" w:rsidRDefault="005645E1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</w:p>
    <w:p w:rsidR="003E0634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 w:rsidRPr="008C214C">
        <w:rPr>
          <w:rFonts w:ascii="Arial" w:hAnsi="Arial" w:cs="Arial"/>
          <w:sz w:val="28"/>
          <w:u w:val="single"/>
        </w:rPr>
        <w:t>CUESTIONARIO</w:t>
      </w:r>
    </w:p>
    <w:p w:rsidR="008C214C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 w:rsidRPr="008C214C">
        <w:rPr>
          <w:rFonts w:ascii="Arial" w:hAnsi="Arial" w:cs="Arial"/>
          <w:sz w:val="28"/>
        </w:rPr>
        <w:t xml:space="preserve"> 1º.- </w:t>
      </w:r>
      <w:r>
        <w:rPr>
          <w:rFonts w:ascii="Arial" w:hAnsi="Arial" w:cs="Arial"/>
          <w:sz w:val="28"/>
        </w:rPr>
        <w:t>Preguntas de tipo literal.</w:t>
      </w:r>
    </w:p>
    <w:p w:rsidR="008C214C" w:rsidRDefault="008C214C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2º.- Preguntas de tipo </w:t>
      </w:r>
      <w:proofErr w:type="spellStart"/>
      <w:r>
        <w:rPr>
          <w:rFonts w:ascii="Arial" w:hAnsi="Arial" w:cs="Arial"/>
          <w:sz w:val="28"/>
        </w:rPr>
        <w:t>inferencial</w:t>
      </w:r>
      <w:proofErr w:type="spellEnd"/>
      <w:r>
        <w:rPr>
          <w:rFonts w:ascii="Arial" w:hAnsi="Arial" w:cs="Arial"/>
          <w:sz w:val="28"/>
        </w:rPr>
        <w:t>.</w:t>
      </w:r>
      <w:r w:rsidRPr="008C214C">
        <w:rPr>
          <w:rFonts w:ascii="Arial" w:hAnsi="Arial" w:cs="Arial"/>
          <w:sz w:val="28"/>
        </w:rPr>
        <w:t xml:space="preserve"> </w:t>
      </w:r>
    </w:p>
    <w:p w:rsidR="007A3B34" w:rsidRDefault="007A3B34" w:rsidP="00564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</w:p>
    <w:p w:rsidR="007A3B34" w:rsidRDefault="007A3B34" w:rsidP="005645E1">
      <w:pPr>
        <w:spacing w:line="360" w:lineRule="auto"/>
      </w:pPr>
    </w:p>
    <w:p w:rsidR="007A3B34" w:rsidRDefault="007A3B34" w:rsidP="005645E1">
      <w:pPr>
        <w:spacing w:line="360" w:lineRule="auto"/>
      </w:pPr>
    </w:p>
    <w:p w:rsidR="005645E1" w:rsidRDefault="005645E1" w:rsidP="005645E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  <w:szCs w:val="28"/>
        </w:rPr>
      </w:pPr>
    </w:p>
    <w:p w:rsidR="007A3B34" w:rsidRPr="007A3B34" w:rsidRDefault="007A3B34" w:rsidP="005645E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3ª Sesión</w:t>
      </w:r>
      <w:r w:rsidR="006504A2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</w:t>
      </w: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FLUIDEZ LECTORA</w:t>
      </w: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Lectura coral</w:t>
      </w: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VALORACIÓN</w:t>
      </w: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Preguntas valorativas</w:t>
      </w: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7A3B34" w:rsidRDefault="007A3B34" w:rsidP="009B66E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</w:p>
    <w:p w:rsidR="007A3B34" w:rsidRDefault="007A3B34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</w:p>
    <w:p w:rsidR="007A3B34" w:rsidRPr="007A3B34" w:rsidRDefault="007A3B34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  <w:szCs w:val="28"/>
        </w:rPr>
      </w:pPr>
      <w:r w:rsidRPr="007A3B34">
        <w:rPr>
          <w:rFonts w:ascii="Arial" w:hAnsi="Arial" w:cs="Arial"/>
          <w:b/>
          <w:sz w:val="28"/>
        </w:rPr>
        <w:lastRenderedPageBreak/>
        <w:t>4ª Sesión</w:t>
      </w:r>
    </w:p>
    <w:p w:rsidR="008C214C" w:rsidRDefault="008C214C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</w:pPr>
      <w:r w:rsidRPr="008C214C">
        <w:t xml:space="preserve">    </w:t>
      </w:r>
    </w:p>
    <w:p w:rsidR="007A3B34" w:rsidRDefault="007A3B34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FLUIDEZ LECTORA</w:t>
      </w:r>
    </w:p>
    <w:p w:rsidR="007A3B34" w:rsidRDefault="007A3B34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Lectura silenciosa</w:t>
      </w:r>
    </w:p>
    <w:p w:rsidR="007A3B34" w:rsidRDefault="007A3B34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7A3B34" w:rsidRDefault="007A3B34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RESUMEN</w:t>
      </w:r>
    </w:p>
    <w:p w:rsidR="005645E1" w:rsidRDefault="00A02B28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1º.-</w:t>
      </w:r>
      <w:r w:rsidR="007A3B34" w:rsidRPr="007A3B34">
        <w:rPr>
          <w:rFonts w:ascii="Arial" w:hAnsi="Arial" w:cs="Arial"/>
          <w:sz w:val="28"/>
          <w:szCs w:val="28"/>
        </w:rPr>
        <w:t>Resumen en vo</w:t>
      </w:r>
      <w:r>
        <w:rPr>
          <w:rFonts w:ascii="Arial" w:hAnsi="Arial" w:cs="Arial"/>
          <w:sz w:val="28"/>
          <w:szCs w:val="28"/>
        </w:rPr>
        <w:t>z</w:t>
      </w:r>
      <w:r w:rsidR="007A3B34" w:rsidRPr="007A3B34">
        <w:rPr>
          <w:rFonts w:ascii="Arial" w:hAnsi="Arial" w:cs="Arial"/>
          <w:sz w:val="28"/>
          <w:szCs w:val="28"/>
        </w:rPr>
        <w:t xml:space="preserve"> alta por parte del profesor</w:t>
      </w:r>
      <w:r>
        <w:rPr>
          <w:rFonts w:ascii="Arial" w:hAnsi="Arial" w:cs="Arial"/>
          <w:sz w:val="28"/>
          <w:szCs w:val="28"/>
        </w:rPr>
        <w:t>.</w:t>
      </w:r>
    </w:p>
    <w:p w:rsidR="00A02B28" w:rsidRDefault="00A02B28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2º</w:t>
      </w:r>
      <w:r w:rsidR="005645E1">
        <w:rPr>
          <w:rFonts w:ascii="Arial" w:hAnsi="Arial" w:cs="Arial"/>
          <w:sz w:val="28"/>
          <w:szCs w:val="28"/>
        </w:rPr>
        <w:t>- Resumen del texto:</w:t>
      </w:r>
    </w:p>
    <w:p w:rsidR="005645E1" w:rsidRDefault="005645E1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Completa el resumen de la historia.</w:t>
      </w:r>
    </w:p>
    <w:p w:rsidR="005645E1" w:rsidRDefault="005645E1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5645E1" w:rsidRDefault="005645E1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Portería- Juanito- peligros- vueltas- maestro- castigó</w:t>
      </w:r>
    </w:p>
    <w:p w:rsidR="009B66E9" w:rsidRDefault="005C3152" w:rsidP="005C3152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3315"/>
        </w:tabs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5645E1" w:rsidRDefault="005645E1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 amigo  ____________ se subió al larguero de la __________ y cayó de espalda. Por suerte no le ocurrió nada. El Jefe de Estudios lo ___________ y ahora tiene que dar ______________ en el patio con su ______________ para advertir a los demás niños y niñas de los _____________</w:t>
      </w:r>
    </w:p>
    <w:p w:rsidR="005645E1" w:rsidRDefault="005645E1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:rsidR="00A02B28" w:rsidRPr="009B66E9" w:rsidRDefault="00A02B28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A02B28">
        <w:rPr>
          <w:rFonts w:ascii="Arial" w:hAnsi="Arial" w:cs="Arial"/>
          <w:sz w:val="28"/>
          <w:szCs w:val="28"/>
          <w:u w:val="single"/>
        </w:rPr>
        <w:t>V</w:t>
      </w:r>
      <w:r w:rsidRPr="00A02B28">
        <w:rPr>
          <w:rFonts w:ascii="Arial" w:hAnsi="Arial" w:cs="Arial"/>
          <w:sz w:val="28"/>
          <w:u w:val="single"/>
        </w:rPr>
        <w:t>ISUALIZACIÓN</w:t>
      </w:r>
    </w:p>
    <w:p w:rsidR="00A02B28" w:rsidRDefault="00A02B28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5645E1">
        <w:rPr>
          <w:rFonts w:ascii="Arial" w:hAnsi="Arial" w:cs="Arial"/>
          <w:sz w:val="28"/>
          <w:szCs w:val="28"/>
        </w:rPr>
        <w:t>- Cerrar los ojos e imaginar lo que le podría haber pasado a Juanito.</w:t>
      </w:r>
    </w:p>
    <w:p w:rsidR="005645E1" w:rsidRDefault="005645E1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A02B28" w:rsidRDefault="00A02B28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CONEXIONES</w:t>
      </w:r>
    </w:p>
    <w:p w:rsidR="009B66E9" w:rsidRDefault="00A02B28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A02B28">
        <w:rPr>
          <w:rFonts w:ascii="Arial" w:hAnsi="Arial" w:cs="Arial"/>
          <w:sz w:val="28"/>
          <w:szCs w:val="28"/>
        </w:rPr>
        <w:t>1º.-</w:t>
      </w:r>
      <w:r w:rsidR="005C3152">
        <w:rPr>
          <w:rFonts w:ascii="Arial" w:hAnsi="Arial" w:cs="Arial"/>
          <w:sz w:val="28"/>
          <w:szCs w:val="28"/>
        </w:rPr>
        <w:t xml:space="preserve"> Esta situación se ha dado alguna vez en tu colegio.</w:t>
      </w:r>
    </w:p>
    <w:p w:rsidR="006504A2" w:rsidRDefault="00A02B28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2º.- </w:t>
      </w:r>
      <w:r w:rsidR="00613EB0">
        <w:rPr>
          <w:rFonts w:ascii="Arial" w:hAnsi="Arial" w:cs="Arial"/>
          <w:sz w:val="28"/>
          <w:szCs w:val="28"/>
        </w:rPr>
        <w:t>¿Qué actividades sueles hacer en el patio?</w:t>
      </w:r>
    </w:p>
    <w:p w:rsidR="00613EB0" w:rsidRDefault="00613EB0" w:rsidP="009B66E9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3º.- ¿Hay algún compañero tuyo que se parezca a Juanito?</w:t>
      </w:r>
    </w:p>
    <w:p w:rsidR="005645E1" w:rsidRDefault="005645E1" w:rsidP="00613EB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5645E1" w:rsidRDefault="005645E1" w:rsidP="005645E1">
      <w:pP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5645E1" w:rsidRDefault="005645E1" w:rsidP="005645E1">
      <w:pP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5645E1" w:rsidRDefault="005645E1" w:rsidP="005645E1">
      <w:pP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5645E1" w:rsidRDefault="005645E1" w:rsidP="005645E1">
      <w:pP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5645E1" w:rsidRDefault="005645E1" w:rsidP="005645E1">
      <w:pPr>
        <w:spacing w:after="200" w:line="360" w:lineRule="auto"/>
        <w:rPr>
          <w:rFonts w:ascii="Arial" w:hAnsi="Arial" w:cs="Arial"/>
          <w:b/>
          <w:sz w:val="28"/>
          <w:szCs w:val="28"/>
          <w:u w:val="single"/>
        </w:rPr>
      </w:pPr>
    </w:p>
    <w:sectPr w:rsidR="005645E1" w:rsidSect="006F0A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6C0E"/>
    <w:multiLevelType w:val="hybridMultilevel"/>
    <w:tmpl w:val="5DC0E1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D2F93"/>
    <w:multiLevelType w:val="hybridMultilevel"/>
    <w:tmpl w:val="D3F02B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33ACC"/>
    <w:multiLevelType w:val="hybridMultilevel"/>
    <w:tmpl w:val="BCC6A5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23D7C"/>
    <w:multiLevelType w:val="hybridMultilevel"/>
    <w:tmpl w:val="1CA06D06"/>
    <w:lvl w:ilvl="0" w:tplc="E460C1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B7F1A"/>
    <w:multiLevelType w:val="hybridMultilevel"/>
    <w:tmpl w:val="BE24E91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95E64"/>
    <w:multiLevelType w:val="hybridMultilevel"/>
    <w:tmpl w:val="EC5ACD0E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E074B4D"/>
    <w:multiLevelType w:val="hybridMultilevel"/>
    <w:tmpl w:val="2ED4DBB2"/>
    <w:lvl w:ilvl="0" w:tplc="E460C19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4645F1F"/>
    <w:multiLevelType w:val="hybridMultilevel"/>
    <w:tmpl w:val="48A42760"/>
    <w:lvl w:ilvl="0" w:tplc="E460C1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0615"/>
    <w:rsid w:val="00136EF3"/>
    <w:rsid w:val="00276F0D"/>
    <w:rsid w:val="00297819"/>
    <w:rsid w:val="002D2B2C"/>
    <w:rsid w:val="00324931"/>
    <w:rsid w:val="00330615"/>
    <w:rsid w:val="003E0634"/>
    <w:rsid w:val="00424D8B"/>
    <w:rsid w:val="004523BF"/>
    <w:rsid w:val="0051464F"/>
    <w:rsid w:val="00544B19"/>
    <w:rsid w:val="005645E1"/>
    <w:rsid w:val="005A6C92"/>
    <w:rsid w:val="005C3152"/>
    <w:rsid w:val="005D01FE"/>
    <w:rsid w:val="00613EB0"/>
    <w:rsid w:val="0063284B"/>
    <w:rsid w:val="006504A2"/>
    <w:rsid w:val="006F0AA5"/>
    <w:rsid w:val="0072334D"/>
    <w:rsid w:val="00774B87"/>
    <w:rsid w:val="007A3B34"/>
    <w:rsid w:val="007C2897"/>
    <w:rsid w:val="008C214C"/>
    <w:rsid w:val="008C4A24"/>
    <w:rsid w:val="009B66E9"/>
    <w:rsid w:val="00A02B28"/>
    <w:rsid w:val="00A13BAF"/>
    <w:rsid w:val="00B37706"/>
    <w:rsid w:val="00B75D53"/>
    <w:rsid w:val="00C177C7"/>
    <w:rsid w:val="00C20A45"/>
    <w:rsid w:val="00C42EA1"/>
    <w:rsid w:val="00C77708"/>
    <w:rsid w:val="00CC3FBF"/>
    <w:rsid w:val="00CE485F"/>
    <w:rsid w:val="00D74549"/>
    <w:rsid w:val="00D96F5B"/>
    <w:rsid w:val="00DA5D55"/>
    <w:rsid w:val="00E203E6"/>
    <w:rsid w:val="00E61A6D"/>
    <w:rsid w:val="00FF3510"/>
    <w:rsid w:val="00FF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D53"/>
    <w:pPr>
      <w:spacing w:after="0" w:line="240" w:lineRule="auto"/>
    </w:pPr>
    <w:rPr>
      <w:rFonts w:ascii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5D5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A02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7F6B-D11A-4E1F-BB97-F93FD3B5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609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17</cp:revision>
  <cp:lastPrinted>2011-02-24T12:03:00Z</cp:lastPrinted>
  <dcterms:created xsi:type="dcterms:W3CDTF">2011-02-21T15:29:00Z</dcterms:created>
  <dcterms:modified xsi:type="dcterms:W3CDTF">2011-03-23T09:14:00Z</dcterms:modified>
</cp:coreProperties>
</file>